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7B1" w:rsidRPr="004E3578" w:rsidRDefault="004F5748" w:rsidP="004F5748">
      <w:pPr>
        <w:pStyle w:val="2"/>
        <w:tabs>
          <w:tab w:val="left" w:pos="0"/>
        </w:tabs>
        <w:ind w:firstLine="0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</w:rPr>
        <w:t xml:space="preserve">                     </w:t>
      </w:r>
      <w:r w:rsidR="007D2FAD" w:rsidRPr="004E3578">
        <w:rPr>
          <w:rFonts w:ascii="Times New Roman" w:hAnsi="Times New Roman" w:cs="Times New Roman"/>
          <w:color w:val="000000"/>
          <w:sz w:val="28"/>
        </w:rPr>
        <w:t xml:space="preserve">Администрация </w:t>
      </w:r>
      <w:r w:rsidR="004D7C61">
        <w:rPr>
          <w:rFonts w:ascii="Times New Roman" w:hAnsi="Times New Roman" w:cs="Times New Roman"/>
          <w:color w:val="000000"/>
          <w:sz w:val="28"/>
        </w:rPr>
        <w:t xml:space="preserve">  Дегтяренского</w:t>
      </w:r>
      <w:r w:rsidR="007D2FAD" w:rsidRPr="004E3578">
        <w:rPr>
          <w:rFonts w:ascii="Times New Roman" w:hAnsi="Times New Roman" w:cs="Times New Roman"/>
          <w:color w:val="000000"/>
          <w:sz w:val="28"/>
        </w:rPr>
        <w:t xml:space="preserve"> сельского поселения</w:t>
      </w:r>
    </w:p>
    <w:p w:rsidR="007D2FAD" w:rsidRPr="004E3578" w:rsidRDefault="007D2FAD" w:rsidP="00B928DD">
      <w:pPr>
        <w:pStyle w:val="2"/>
        <w:tabs>
          <w:tab w:val="left" w:pos="0"/>
        </w:tabs>
        <w:ind w:firstLine="709"/>
        <w:rPr>
          <w:rFonts w:ascii="Times New Roman" w:hAnsi="Times New Roman" w:cs="Times New Roman"/>
          <w:color w:val="000000"/>
          <w:sz w:val="28"/>
        </w:rPr>
      </w:pPr>
      <w:r w:rsidRPr="004E3578">
        <w:rPr>
          <w:rFonts w:ascii="Times New Roman" w:hAnsi="Times New Roman" w:cs="Times New Roman"/>
          <w:color w:val="000000"/>
          <w:sz w:val="28"/>
        </w:rPr>
        <w:t>Каменского муниципального района</w:t>
      </w:r>
    </w:p>
    <w:p w:rsidR="007D2FAD" w:rsidRDefault="007D2FAD" w:rsidP="00B928DD">
      <w:pPr>
        <w:pStyle w:val="2"/>
        <w:tabs>
          <w:tab w:val="left" w:pos="0"/>
        </w:tabs>
        <w:ind w:firstLine="709"/>
        <w:rPr>
          <w:rFonts w:ascii="Times New Roman" w:hAnsi="Times New Roman" w:cs="Times New Roman"/>
          <w:color w:val="000000"/>
          <w:sz w:val="28"/>
        </w:rPr>
      </w:pPr>
      <w:r w:rsidRPr="004E3578">
        <w:rPr>
          <w:rFonts w:ascii="Times New Roman" w:hAnsi="Times New Roman" w:cs="Times New Roman"/>
          <w:color w:val="000000"/>
          <w:sz w:val="28"/>
        </w:rPr>
        <w:t>Воронежской области</w:t>
      </w:r>
    </w:p>
    <w:p w:rsidR="004E3578" w:rsidRPr="004E3578" w:rsidRDefault="004E3578" w:rsidP="00B928DD">
      <w:pPr>
        <w:pStyle w:val="2"/>
        <w:tabs>
          <w:tab w:val="left" w:pos="0"/>
        </w:tabs>
        <w:ind w:firstLine="709"/>
        <w:rPr>
          <w:rFonts w:ascii="Times New Roman" w:hAnsi="Times New Roman" w:cs="Times New Roman"/>
          <w:color w:val="000000"/>
          <w:sz w:val="28"/>
        </w:rPr>
      </w:pPr>
    </w:p>
    <w:p w:rsidR="007D2FAD" w:rsidRPr="004E3578" w:rsidRDefault="007D2FAD" w:rsidP="00B928DD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E3578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4E3578" w:rsidRDefault="004E3578" w:rsidP="004E3578">
      <w:pPr>
        <w:tabs>
          <w:tab w:val="left" w:pos="0"/>
        </w:tabs>
        <w:ind w:firstLine="0"/>
        <w:rPr>
          <w:rFonts w:ascii="Times New Roman" w:hAnsi="Times New Roman"/>
          <w:bCs/>
          <w:color w:val="000000"/>
          <w:sz w:val="28"/>
          <w:szCs w:val="28"/>
        </w:rPr>
      </w:pPr>
    </w:p>
    <w:p w:rsidR="007D2FAD" w:rsidRPr="004E3578" w:rsidRDefault="00F01A3B" w:rsidP="004E3578">
      <w:pPr>
        <w:tabs>
          <w:tab w:val="left" w:pos="0"/>
        </w:tabs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4E3578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290353" w:rsidRPr="004E3578">
        <w:rPr>
          <w:rFonts w:ascii="Times New Roman" w:hAnsi="Times New Roman"/>
          <w:bCs/>
          <w:color w:val="000000"/>
          <w:sz w:val="28"/>
          <w:szCs w:val="28"/>
        </w:rPr>
        <w:t>т</w:t>
      </w:r>
      <w:r w:rsidR="004E3578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BC10EF" w:rsidRPr="004E357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B1884" w:rsidRPr="004E3578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4D7C61"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FB1884" w:rsidRPr="004E3578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4D7C61">
        <w:rPr>
          <w:rFonts w:ascii="Times New Roman" w:hAnsi="Times New Roman"/>
          <w:bCs/>
          <w:color w:val="000000"/>
          <w:sz w:val="28"/>
          <w:szCs w:val="28"/>
        </w:rPr>
        <w:t xml:space="preserve"> января</w:t>
      </w:r>
      <w:r w:rsidR="004E357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E3C4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928DD" w:rsidRPr="004E357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D7C61">
        <w:rPr>
          <w:rFonts w:ascii="Times New Roman" w:hAnsi="Times New Roman"/>
          <w:bCs/>
          <w:color w:val="000000"/>
          <w:sz w:val="28"/>
          <w:szCs w:val="28"/>
        </w:rPr>
        <w:t>2019</w:t>
      </w:r>
      <w:r w:rsidR="00835B36" w:rsidRPr="004E357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C10EF" w:rsidRPr="004E3578">
        <w:rPr>
          <w:rFonts w:ascii="Times New Roman" w:hAnsi="Times New Roman"/>
          <w:bCs/>
          <w:color w:val="000000"/>
          <w:sz w:val="28"/>
          <w:szCs w:val="28"/>
        </w:rPr>
        <w:t>г</w:t>
      </w:r>
      <w:r w:rsidR="004E3578">
        <w:rPr>
          <w:rFonts w:ascii="Times New Roman" w:hAnsi="Times New Roman"/>
          <w:bCs/>
          <w:color w:val="000000"/>
          <w:sz w:val="28"/>
          <w:szCs w:val="28"/>
        </w:rPr>
        <w:t xml:space="preserve">ода       </w:t>
      </w:r>
      <w:r w:rsidR="004D7C61">
        <w:rPr>
          <w:rFonts w:ascii="Times New Roman" w:hAnsi="Times New Roman"/>
          <w:bCs/>
          <w:color w:val="000000"/>
          <w:sz w:val="28"/>
          <w:szCs w:val="28"/>
        </w:rPr>
        <w:t>№ 3</w:t>
      </w:r>
      <w:r w:rsidR="004E3578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</w:t>
      </w:r>
      <w:r w:rsidR="00B928DD" w:rsidRPr="004E357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D7C61">
        <w:rPr>
          <w:rFonts w:ascii="Times New Roman" w:hAnsi="Times New Roman"/>
          <w:bCs/>
          <w:color w:val="000000"/>
          <w:sz w:val="28"/>
          <w:szCs w:val="28"/>
        </w:rPr>
        <w:t xml:space="preserve">               </w:t>
      </w:r>
      <w:r w:rsidR="00391CBF" w:rsidRPr="004E357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251258" w:rsidRPr="004E3578" w:rsidRDefault="00531AC5" w:rsidP="00B928DD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4E3578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0E5F71" w:rsidRPr="004E3578">
        <w:rPr>
          <w:rFonts w:ascii="Times New Roman" w:hAnsi="Times New Roman" w:cs="Times New Roman"/>
          <w:sz w:val="28"/>
          <w:szCs w:val="28"/>
        </w:rPr>
        <w:t xml:space="preserve"> </w:t>
      </w:r>
      <w:r w:rsidR="00F01A3B" w:rsidRPr="004E3578">
        <w:rPr>
          <w:rFonts w:ascii="Times New Roman" w:hAnsi="Times New Roman" w:cs="Times New Roman"/>
          <w:sz w:val="28"/>
          <w:szCs w:val="28"/>
        </w:rPr>
        <w:t>п</w:t>
      </w:r>
      <w:r w:rsidR="00FF1754" w:rsidRPr="004E3578">
        <w:rPr>
          <w:rFonts w:ascii="Times New Roman" w:hAnsi="Times New Roman" w:cs="Times New Roman"/>
          <w:sz w:val="28"/>
          <w:szCs w:val="28"/>
        </w:rPr>
        <w:t>оста</w:t>
      </w:r>
      <w:r w:rsidRPr="004E3578">
        <w:rPr>
          <w:rFonts w:ascii="Times New Roman" w:hAnsi="Times New Roman" w:cs="Times New Roman"/>
          <w:sz w:val="28"/>
          <w:szCs w:val="28"/>
        </w:rPr>
        <w:t>новление</w:t>
      </w:r>
      <w:r w:rsidR="00F01A3B" w:rsidRPr="004E357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D7C61">
        <w:rPr>
          <w:rFonts w:ascii="Times New Roman" w:hAnsi="Times New Roman" w:cs="Times New Roman"/>
          <w:sz w:val="28"/>
          <w:szCs w:val="28"/>
        </w:rPr>
        <w:t xml:space="preserve"> Дегтяренского </w:t>
      </w:r>
      <w:r w:rsidR="00F01A3B" w:rsidRPr="004E35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51258" w:rsidRPr="004E3578">
        <w:rPr>
          <w:rFonts w:ascii="Times New Roman" w:hAnsi="Times New Roman" w:cs="Times New Roman"/>
          <w:sz w:val="28"/>
          <w:szCs w:val="28"/>
        </w:rPr>
        <w:t xml:space="preserve"> от </w:t>
      </w:r>
      <w:r w:rsidR="004E3578">
        <w:rPr>
          <w:rFonts w:ascii="Times New Roman" w:hAnsi="Times New Roman" w:cs="Times New Roman"/>
          <w:sz w:val="28"/>
          <w:szCs w:val="28"/>
        </w:rPr>
        <w:t>30</w:t>
      </w:r>
      <w:r w:rsidR="00835B36" w:rsidRPr="004E3578">
        <w:rPr>
          <w:rFonts w:ascii="Times New Roman" w:hAnsi="Times New Roman" w:cs="Times New Roman"/>
          <w:sz w:val="28"/>
          <w:szCs w:val="28"/>
        </w:rPr>
        <w:t>.01.2018</w:t>
      </w:r>
      <w:r w:rsidR="00C62AFE" w:rsidRPr="004E357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136B8" w:rsidRPr="004E3578">
        <w:rPr>
          <w:rFonts w:ascii="Times New Roman" w:hAnsi="Times New Roman" w:cs="Times New Roman"/>
          <w:sz w:val="28"/>
          <w:szCs w:val="28"/>
        </w:rPr>
        <w:t xml:space="preserve">№ </w:t>
      </w:r>
      <w:r w:rsidR="004D7C61">
        <w:rPr>
          <w:rFonts w:ascii="Times New Roman" w:hAnsi="Times New Roman" w:cs="Times New Roman"/>
          <w:sz w:val="28"/>
          <w:szCs w:val="28"/>
        </w:rPr>
        <w:t>11</w:t>
      </w:r>
      <w:r w:rsidR="000E5F71" w:rsidRPr="004E3578">
        <w:rPr>
          <w:rFonts w:ascii="Times New Roman" w:hAnsi="Times New Roman" w:cs="Times New Roman"/>
          <w:sz w:val="28"/>
          <w:szCs w:val="28"/>
        </w:rPr>
        <w:t xml:space="preserve"> «</w:t>
      </w:r>
      <w:r w:rsidR="004D1FAA" w:rsidRPr="004E3578">
        <w:rPr>
          <w:rFonts w:ascii="Times New Roman" w:hAnsi="Times New Roman" w:cs="Times New Roman"/>
          <w:sz w:val="28"/>
          <w:szCs w:val="28"/>
        </w:rPr>
        <w:t>О по</w:t>
      </w:r>
      <w:r w:rsidR="004D7C61">
        <w:rPr>
          <w:rFonts w:ascii="Times New Roman" w:hAnsi="Times New Roman" w:cs="Times New Roman"/>
          <w:sz w:val="28"/>
          <w:szCs w:val="28"/>
        </w:rPr>
        <w:t>вышении (инде</w:t>
      </w:r>
      <w:r w:rsidR="00B2526A">
        <w:rPr>
          <w:rFonts w:ascii="Times New Roman" w:hAnsi="Times New Roman" w:cs="Times New Roman"/>
          <w:sz w:val="28"/>
          <w:szCs w:val="28"/>
        </w:rPr>
        <w:t>ксации) должностных окладов</w:t>
      </w:r>
      <w:r w:rsidR="004D1FAA" w:rsidRPr="004E3578">
        <w:rPr>
          <w:rFonts w:ascii="Times New Roman" w:hAnsi="Times New Roman" w:cs="Times New Roman"/>
          <w:sz w:val="28"/>
          <w:szCs w:val="28"/>
        </w:rPr>
        <w:t>, надбавок к должностному окладу за классный чин, пенсии за выслугу лет (доплаты к пенсии)</w:t>
      </w:r>
      <w:r w:rsidR="00F01A3B" w:rsidRPr="004E3578">
        <w:rPr>
          <w:rFonts w:ascii="Times New Roman" w:hAnsi="Times New Roman" w:cs="Times New Roman"/>
          <w:sz w:val="28"/>
          <w:szCs w:val="28"/>
        </w:rPr>
        <w:t>»</w:t>
      </w:r>
      <w:r w:rsidR="004E3578">
        <w:rPr>
          <w:rFonts w:ascii="Times New Roman" w:hAnsi="Times New Roman" w:cs="Times New Roman"/>
          <w:sz w:val="28"/>
          <w:szCs w:val="28"/>
        </w:rPr>
        <w:t xml:space="preserve"> </w:t>
      </w:r>
      <w:r w:rsidR="00BE0478">
        <w:rPr>
          <w:rFonts w:ascii="Times New Roman" w:hAnsi="Times New Roman" w:cs="Times New Roman"/>
          <w:sz w:val="28"/>
          <w:szCs w:val="28"/>
        </w:rPr>
        <w:t>(</w:t>
      </w:r>
      <w:r w:rsidR="004D7C61">
        <w:rPr>
          <w:rFonts w:ascii="Times New Roman" w:hAnsi="Times New Roman" w:cs="Times New Roman"/>
          <w:sz w:val="28"/>
          <w:szCs w:val="28"/>
        </w:rPr>
        <w:t>в редакции от 21.09.2018г. №45</w:t>
      </w:r>
      <w:r w:rsidR="00BE0478">
        <w:rPr>
          <w:rFonts w:ascii="Times New Roman" w:hAnsi="Times New Roman" w:cs="Times New Roman"/>
          <w:sz w:val="28"/>
          <w:szCs w:val="28"/>
        </w:rPr>
        <w:t>)</w:t>
      </w:r>
    </w:p>
    <w:p w:rsidR="005837BA" w:rsidRPr="000B5A63" w:rsidRDefault="00B928DD" w:rsidP="00855B34">
      <w:pPr>
        <w:pStyle w:val="Title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0B5A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5600" w:rsidRPr="000B5A63">
        <w:rPr>
          <w:rFonts w:ascii="Times New Roman" w:hAnsi="Times New Roman"/>
          <w:b w:val="0"/>
          <w:color w:val="000000"/>
          <w:sz w:val="28"/>
          <w:szCs w:val="28"/>
        </w:rPr>
        <w:t xml:space="preserve">На основании  экспертного заключения  Правового </w:t>
      </w:r>
      <w:r w:rsidR="00B1557D" w:rsidRPr="000B5A63">
        <w:rPr>
          <w:rFonts w:ascii="Times New Roman" w:hAnsi="Times New Roman"/>
          <w:b w:val="0"/>
          <w:color w:val="000000"/>
          <w:sz w:val="28"/>
          <w:szCs w:val="28"/>
        </w:rPr>
        <w:t xml:space="preserve">управления </w:t>
      </w:r>
      <w:r w:rsidR="006A5600" w:rsidRPr="000B5A63">
        <w:rPr>
          <w:rFonts w:ascii="Times New Roman" w:hAnsi="Times New Roman"/>
          <w:b w:val="0"/>
          <w:color w:val="000000"/>
          <w:sz w:val="28"/>
          <w:szCs w:val="28"/>
        </w:rPr>
        <w:t>правительства</w:t>
      </w:r>
      <w:r w:rsidR="00B1557D" w:rsidRPr="000B5A63">
        <w:rPr>
          <w:rFonts w:ascii="Times New Roman" w:hAnsi="Times New Roman"/>
          <w:b w:val="0"/>
          <w:color w:val="000000"/>
          <w:sz w:val="28"/>
          <w:szCs w:val="28"/>
        </w:rPr>
        <w:t xml:space="preserve"> Воронежской области от 17.10.2018 года № 19-62/18017449П на постановление администрации Дегтяренского сельского поселения Каменского муниципального района Воронежской области  от 30.01.2018 года</w:t>
      </w:r>
      <w:r w:rsidR="00855B34">
        <w:rPr>
          <w:rFonts w:ascii="Times New Roman" w:hAnsi="Times New Roman"/>
          <w:b w:val="0"/>
          <w:color w:val="000000"/>
          <w:sz w:val="28"/>
          <w:szCs w:val="28"/>
        </w:rPr>
        <w:t xml:space="preserve"> № 11</w:t>
      </w:r>
      <w:r w:rsidR="00B1557D" w:rsidRPr="000B5A63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proofErr w:type="gramStart"/>
      <w:r w:rsidR="00B1557D" w:rsidRPr="000B5A63">
        <w:rPr>
          <w:rFonts w:ascii="Times New Roman" w:hAnsi="Times New Roman"/>
          <w:b w:val="0"/>
          <w:color w:val="000000"/>
          <w:sz w:val="28"/>
          <w:szCs w:val="28"/>
        </w:rPr>
        <w:t xml:space="preserve">( </w:t>
      </w:r>
      <w:proofErr w:type="gramEnd"/>
      <w:r w:rsidR="00B1557D" w:rsidRPr="000B5A63">
        <w:rPr>
          <w:rFonts w:ascii="Times New Roman" w:hAnsi="Times New Roman"/>
          <w:b w:val="0"/>
          <w:color w:val="000000"/>
          <w:sz w:val="28"/>
          <w:szCs w:val="28"/>
        </w:rPr>
        <w:t>в редакции от 21.09.2018г. № 45),в</w:t>
      </w:r>
      <w:r w:rsidR="000E5F71" w:rsidRPr="000B5A63">
        <w:rPr>
          <w:rFonts w:ascii="Times New Roman" w:hAnsi="Times New Roman"/>
          <w:b w:val="0"/>
          <w:color w:val="000000"/>
          <w:sz w:val="28"/>
          <w:szCs w:val="28"/>
        </w:rPr>
        <w:t xml:space="preserve"> соответствии с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F01A3B" w:rsidRPr="000B5A63">
        <w:rPr>
          <w:rFonts w:ascii="Times New Roman" w:hAnsi="Times New Roman"/>
          <w:b w:val="0"/>
          <w:color w:val="000000"/>
          <w:sz w:val="28"/>
          <w:szCs w:val="28"/>
        </w:rPr>
        <w:t>, администрация</w:t>
      </w:r>
      <w:r w:rsidRPr="000B5A63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4D7C61" w:rsidRPr="000B5A63">
        <w:rPr>
          <w:rFonts w:ascii="Times New Roman" w:hAnsi="Times New Roman"/>
          <w:b w:val="0"/>
          <w:color w:val="000000"/>
          <w:sz w:val="28"/>
          <w:szCs w:val="28"/>
        </w:rPr>
        <w:t xml:space="preserve"> Дегтяренского </w:t>
      </w:r>
      <w:r w:rsidR="00F01A3B" w:rsidRPr="000B5A63">
        <w:rPr>
          <w:rFonts w:ascii="Times New Roman" w:hAnsi="Times New Roman"/>
          <w:b w:val="0"/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r w:rsidR="000E5F71" w:rsidRPr="000B5A63">
        <w:rPr>
          <w:rFonts w:ascii="Times New Roman" w:hAnsi="Times New Roman"/>
          <w:b w:val="0"/>
          <w:color w:val="000000"/>
          <w:sz w:val="28"/>
          <w:szCs w:val="28"/>
          <w:lang w:eastAsia="ar-SA"/>
        </w:rPr>
        <w:t>:</w:t>
      </w:r>
    </w:p>
    <w:p w:rsidR="007D2FAD" w:rsidRDefault="000B5A63" w:rsidP="000B5A63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</w:t>
      </w:r>
      <w:r w:rsidR="00576285" w:rsidRPr="004E3578">
        <w:rPr>
          <w:rFonts w:ascii="Times New Roman" w:hAnsi="Times New Roman"/>
          <w:bCs/>
          <w:color w:val="000000"/>
          <w:sz w:val="28"/>
          <w:szCs w:val="28"/>
        </w:rPr>
        <w:t>ПОСТАНОВЛЯЕТ</w:t>
      </w:r>
      <w:r w:rsidR="007D2FAD" w:rsidRPr="004E3578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4D7C61" w:rsidRDefault="007D2FAD" w:rsidP="000B5A63">
      <w:pPr>
        <w:tabs>
          <w:tab w:val="left" w:pos="9356"/>
        </w:tabs>
        <w:ind w:firstLine="0"/>
        <w:rPr>
          <w:rFonts w:ascii="Times New Roman" w:hAnsi="Times New Roman"/>
          <w:color w:val="000000"/>
          <w:sz w:val="28"/>
          <w:szCs w:val="28"/>
        </w:rPr>
      </w:pPr>
      <w:r w:rsidRPr="004E3578">
        <w:rPr>
          <w:rFonts w:ascii="Times New Roman" w:hAnsi="Times New Roman"/>
          <w:color w:val="000000"/>
          <w:sz w:val="28"/>
          <w:szCs w:val="28"/>
        </w:rPr>
        <w:t>1.</w:t>
      </w:r>
      <w:r w:rsidR="004E35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1AC5" w:rsidRPr="004E3578">
        <w:rPr>
          <w:rFonts w:ascii="Times New Roman" w:hAnsi="Times New Roman"/>
          <w:color w:val="000000"/>
          <w:sz w:val="28"/>
          <w:szCs w:val="28"/>
        </w:rPr>
        <w:t xml:space="preserve">Внести </w:t>
      </w:r>
      <w:r w:rsidR="00201247" w:rsidRPr="004E3578">
        <w:rPr>
          <w:rFonts w:ascii="Times New Roman" w:hAnsi="Times New Roman"/>
          <w:color w:val="000000"/>
          <w:sz w:val="28"/>
          <w:szCs w:val="28"/>
        </w:rPr>
        <w:t>изменения</w:t>
      </w:r>
      <w:proofErr w:type="gramStart"/>
      <w:r w:rsidR="00201247" w:rsidRPr="004E35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7C61">
        <w:rPr>
          <w:rFonts w:ascii="Times New Roman" w:hAnsi="Times New Roman"/>
          <w:color w:val="000000"/>
          <w:sz w:val="28"/>
          <w:szCs w:val="28"/>
        </w:rPr>
        <w:t>:</w:t>
      </w:r>
      <w:proofErr w:type="gramEnd"/>
    </w:p>
    <w:p w:rsidR="00201247" w:rsidRPr="004E3578" w:rsidRDefault="004D7C61" w:rsidP="00B928DD">
      <w:pPr>
        <w:tabs>
          <w:tab w:val="left" w:pos="9356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1.1. </w:t>
      </w:r>
      <w:r w:rsidR="00531AC5" w:rsidRPr="004E3578">
        <w:rPr>
          <w:rFonts w:ascii="Times New Roman" w:hAnsi="Times New Roman"/>
          <w:color w:val="000000"/>
          <w:sz w:val="28"/>
          <w:szCs w:val="28"/>
        </w:rPr>
        <w:t>в</w:t>
      </w:r>
      <w:r w:rsidR="00201247" w:rsidRPr="004E3578">
        <w:rPr>
          <w:rFonts w:ascii="Times New Roman" w:hAnsi="Times New Roman"/>
          <w:color w:val="000000"/>
          <w:sz w:val="28"/>
          <w:szCs w:val="28"/>
        </w:rPr>
        <w:t xml:space="preserve"> наименование</w:t>
      </w:r>
      <w:r w:rsidR="005837BA" w:rsidRPr="004E3578">
        <w:rPr>
          <w:rFonts w:ascii="Times New Roman" w:hAnsi="Times New Roman"/>
          <w:color w:val="000000"/>
          <w:sz w:val="28"/>
          <w:szCs w:val="28"/>
        </w:rPr>
        <w:t xml:space="preserve"> постановлени</w:t>
      </w:r>
      <w:r w:rsidR="00201247" w:rsidRPr="004E3578">
        <w:rPr>
          <w:rFonts w:ascii="Times New Roman" w:hAnsi="Times New Roman"/>
          <w:color w:val="000000"/>
          <w:sz w:val="28"/>
          <w:szCs w:val="28"/>
        </w:rPr>
        <w:t>я</w:t>
      </w:r>
      <w:r w:rsidR="00251258" w:rsidRPr="004E3578">
        <w:rPr>
          <w:rFonts w:ascii="Times New Roman" w:hAnsi="Times New Roman"/>
          <w:color w:val="000000"/>
          <w:sz w:val="28"/>
          <w:szCs w:val="28"/>
        </w:rPr>
        <w:t xml:space="preserve"> админис</w:t>
      </w:r>
      <w:r w:rsidR="00840B07" w:rsidRPr="004E3578">
        <w:rPr>
          <w:rFonts w:ascii="Times New Roman" w:hAnsi="Times New Roman"/>
          <w:color w:val="000000"/>
          <w:sz w:val="28"/>
          <w:szCs w:val="28"/>
        </w:rPr>
        <w:t xml:space="preserve">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 Дегтяренского </w:t>
      </w:r>
      <w:r w:rsidR="00840B07" w:rsidRPr="004E3578">
        <w:rPr>
          <w:rFonts w:ascii="Times New Roman" w:hAnsi="Times New Roman"/>
          <w:color w:val="000000"/>
          <w:sz w:val="28"/>
          <w:szCs w:val="28"/>
        </w:rPr>
        <w:t xml:space="preserve"> сельского </w:t>
      </w:r>
      <w:r w:rsidR="00251258" w:rsidRPr="004E3578">
        <w:rPr>
          <w:rFonts w:ascii="Times New Roman" w:hAnsi="Times New Roman"/>
          <w:color w:val="000000"/>
          <w:sz w:val="28"/>
          <w:szCs w:val="28"/>
        </w:rPr>
        <w:t>поселения Каменского муниципального района Воронежской области</w:t>
      </w:r>
      <w:r w:rsidR="00B928DD" w:rsidRPr="004E35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1258" w:rsidRPr="004E3578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4E3578">
        <w:rPr>
          <w:rFonts w:ascii="Times New Roman" w:hAnsi="Times New Roman"/>
          <w:color w:val="000000"/>
          <w:sz w:val="28"/>
          <w:szCs w:val="28"/>
        </w:rPr>
        <w:t>30</w:t>
      </w:r>
      <w:r w:rsidR="00835B36" w:rsidRPr="004E3578">
        <w:rPr>
          <w:rFonts w:ascii="Times New Roman" w:hAnsi="Times New Roman"/>
          <w:color w:val="000000"/>
          <w:sz w:val="28"/>
          <w:szCs w:val="28"/>
        </w:rPr>
        <w:t>.01.2018</w:t>
      </w:r>
      <w:r w:rsidR="00251258" w:rsidRPr="004E3578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z w:val="28"/>
          <w:szCs w:val="28"/>
        </w:rPr>
        <w:t>11</w:t>
      </w:r>
      <w:r w:rsidR="009C4904" w:rsidRPr="004E35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5F71" w:rsidRPr="004E3578">
        <w:rPr>
          <w:rFonts w:ascii="Times New Roman" w:hAnsi="Times New Roman"/>
          <w:color w:val="000000"/>
          <w:sz w:val="28"/>
          <w:szCs w:val="28"/>
        </w:rPr>
        <w:t>«</w:t>
      </w:r>
      <w:r w:rsidR="00855B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1FAA" w:rsidRPr="004E3578">
        <w:rPr>
          <w:rFonts w:ascii="Times New Roman" w:hAnsi="Times New Roman"/>
          <w:color w:val="000000"/>
          <w:sz w:val="28"/>
          <w:szCs w:val="28"/>
        </w:rPr>
        <w:t>О</w:t>
      </w:r>
      <w:r w:rsidR="00855B34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4D1FAA" w:rsidRPr="004E3578">
        <w:rPr>
          <w:rFonts w:ascii="Times New Roman" w:hAnsi="Times New Roman"/>
          <w:color w:val="000000"/>
          <w:sz w:val="28"/>
          <w:szCs w:val="28"/>
        </w:rPr>
        <w:t xml:space="preserve"> пов</w:t>
      </w:r>
      <w:r>
        <w:rPr>
          <w:rFonts w:ascii="Times New Roman" w:hAnsi="Times New Roman"/>
          <w:color w:val="000000"/>
          <w:sz w:val="28"/>
          <w:szCs w:val="28"/>
        </w:rPr>
        <w:t xml:space="preserve">ышении </w:t>
      </w:r>
      <w:r w:rsidR="00855B34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(индексации</w:t>
      </w:r>
      <w:r w:rsidR="00855B34">
        <w:rPr>
          <w:rFonts w:ascii="Times New Roman" w:hAnsi="Times New Roman"/>
          <w:color w:val="000000"/>
          <w:sz w:val="28"/>
          <w:szCs w:val="28"/>
        </w:rPr>
        <w:t>)  должностных  окладов</w:t>
      </w:r>
      <w:proofErr w:type="gramStart"/>
      <w:r w:rsidR="00855B34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="004D1FAA" w:rsidRPr="004E3578">
        <w:rPr>
          <w:rFonts w:ascii="Times New Roman" w:hAnsi="Times New Roman"/>
          <w:color w:val="000000"/>
          <w:sz w:val="28"/>
          <w:szCs w:val="28"/>
        </w:rPr>
        <w:t>надбавок к должностному окладу за классный чин, пенсии за выслугу лет (доплаты к пенсии)</w:t>
      </w:r>
      <w:r w:rsidR="000010B1" w:rsidRPr="004E3578">
        <w:rPr>
          <w:rFonts w:ascii="Times New Roman" w:hAnsi="Times New Roman"/>
          <w:color w:val="000000"/>
          <w:sz w:val="28"/>
          <w:szCs w:val="28"/>
        </w:rPr>
        <w:t>»</w:t>
      </w:r>
      <w:r w:rsidR="004E35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0478"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в редакции от 21.09.2018г. №45</w:t>
      </w:r>
      <w:r w:rsidR="00BE0478">
        <w:rPr>
          <w:rFonts w:ascii="Times New Roman" w:hAnsi="Times New Roman"/>
          <w:color w:val="000000"/>
          <w:sz w:val="28"/>
          <w:szCs w:val="28"/>
        </w:rPr>
        <w:t>)</w:t>
      </w:r>
      <w:r w:rsidR="00201247" w:rsidRPr="004E3578">
        <w:rPr>
          <w:rFonts w:ascii="Times New Roman" w:hAnsi="Times New Roman"/>
          <w:color w:val="000000"/>
          <w:sz w:val="28"/>
          <w:szCs w:val="28"/>
        </w:rPr>
        <w:t>, изложив его в следующей редакции:</w:t>
      </w:r>
    </w:p>
    <w:p w:rsidR="007D2FAD" w:rsidRDefault="00201247" w:rsidP="00B928DD">
      <w:pPr>
        <w:tabs>
          <w:tab w:val="left" w:pos="9356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E3578">
        <w:rPr>
          <w:rFonts w:ascii="Times New Roman" w:hAnsi="Times New Roman"/>
          <w:color w:val="000000"/>
          <w:sz w:val="28"/>
          <w:szCs w:val="28"/>
        </w:rPr>
        <w:t>«О повышении (индексации</w:t>
      </w:r>
      <w:r w:rsidR="006A5600">
        <w:rPr>
          <w:rFonts w:ascii="Times New Roman" w:hAnsi="Times New Roman"/>
          <w:color w:val="000000"/>
          <w:sz w:val="28"/>
          <w:szCs w:val="28"/>
        </w:rPr>
        <w:t>)  оплаты труда работников</w:t>
      </w:r>
      <w:proofErr w:type="gramStart"/>
      <w:r w:rsidR="006A56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E3578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Pr="004E3578">
        <w:rPr>
          <w:rFonts w:ascii="Times New Roman" w:hAnsi="Times New Roman"/>
          <w:color w:val="000000"/>
          <w:sz w:val="28"/>
          <w:szCs w:val="28"/>
        </w:rPr>
        <w:t xml:space="preserve"> замещающих должности, не являющиеся должностями муниципальной службы»</w:t>
      </w:r>
      <w:r w:rsidR="004D7C61">
        <w:rPr>
          <w:rFonts w:ascii="Times New Roman" w:hAnsi="Times New Roman"/>
          <w:color w:val="000000"/>
          <w:sz w:val="28"/>
          <w:szCs w:val="28"/>
        </w:rPr>
        <w:t>,</w:t>
      </w:r>
    </w:p>
    <w:p w:rsidR="004D7C61" w:rsidRDefault="004D7C61" w:rsidP="00B928DD">
      <w:pPr>
        <w:tabs>
          <w:tab w:val="left" w:pos="9356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 пункт 2 постановления исключить</w:t>
      </w:r>
      <w:r w:rsidR="00B1557D">
        <w:rPr>
          <w:rFonts w:ascii="Times New Roman" w:hAnsi="Times New Roman"/>
          <w:color w:val="000000"/>
          <w:sz w:val="28"/>
          <w:szCs w:val="28"/>
        </w:rPr>
        <w:t>.</w:t>
      </w:r>
    </w:p>
    <w:p w:rsidR="004D7C61" w:rsidRDefault="004D7C61" w:rsidP="00B928DD">
      <w:pPr>
        <w:tabs>
          <w:tab w:val="left" w:pos="9356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5837BA" w:rsidRDefault="005837BA" w:rsidP="008A1D93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4E3578">
        <w:rPr>
          <w:rFonts w:ascii="Times New Roman" w:hAnsi="Times New Roman"/>
          <w:color w:val="000000"/>
          <w:sz w:val="28"/>
          <w:szCs w:val="28"/>
        </w:rPr>
        <w:t>2.</w:t>
      </w:r>
      <w:r w:rsidR="00835B36" w:rsidRPr="004E3578">
        <w:rPr>
          <w:rFonts w:ascii="Times New Roman" w:hAnsi="Times New Roman"/>
          <w:color w:val="000000"/>
          <w:sz w:val="28"/>
          <w:szCs w:val="28"/>
        </w:rPr>
        <w:t xml:space="preserve"> Настоящее постановление вступает в силу </w:t>
      </w:r>
      <w:proofErr w:type="gramStart"/>
      <w:r w:rsidR="00835B36" w:rsidRPr="004E3578">
        <w:rPr>
          <w:rFonts w:ascii="Times New Roman" w:hAnsi="Times New Roman"/>
          <w:color w:val="000000"/>
          <w:sz w:val="28"/>
          <w:szCs w:val="28"/>
        </w:rPr>
        <w:t>с даты</w:t>
      </w:r>
      <w:proofErr w:type="gramEnd"/>
      <w:r w:rsidR="00835B36" w:rsidRPr="004E3578">
        <w:rPr>
          <w:rFonts w:ascii="Times New Roman" w:hAnsi="Times New Roman"/>
          <w:color w:val="000000"/>
          <w:sz w:val="28"/>
          <w:szCs w:val="28"/>
        </w:rPr>
        <w:t xml:space="preserve"> его подписания</w:t>
      </w:r>
      <w:r w:rsidRPr="004E3578">
        <w:rPr>
          <w:rFonts w:ascii="Times New Roman" w:hAnsi="Times New Roman"/>
          <w:color w:val="000000"/>
          <w:sz w:val="28"/>
          <w:szCs w:val="28"/>
        </w:rPr>
        <w:t>.</w:t>
      </w:r>
    </w:p>
    <w:p w:rsidR="00AE2DE7" w:rsidRPr="004E3578" w:rsidRDefault="00AE2DE7" w:rsidP="00B928D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7D2FAD" w:rsidRDefault="005837BA" w:rsidP="008A1D93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rPr>
          <w:rFonts w:ascii="Times New Roman" w:hAnsi="Times New Roman"/>
          <w:color w:val="000000"/>
          <w:sz w:val="28"/>
          <w:szCs w:val="28"/>
        </w:rPr>
      </w:pPr>
      <w:r w:rsidRPr="004E3578">
        <w:rPr>
          <w:rFonts w:ascii="Times New Roman" w:hAnsi="Times New Roman"/>
          <w:color w:val="000000"/>
          <w:sz w:val="28"/>
          <w:szCs w:val="28"/>
        </w:rPr>
        <w:t>3</w:t>
      </w:r>
      <w:r w:rsidR="007D2FAD" w:rsidRPr="004E357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7D2FAD" w:rsidRPr="004E3578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7D2FAD" w:rsidRPr="004E3578">
        <w:rPr>
          <w:rFonts w:ascii="Times New Roman" w:hAnsi="Times New Roman"/>
          <w:color w:val="000000"/>
          <w:sz w:val="28"/>
          <w:szCs w:val="28"/>
        </w:rPr>
        <w:t xml:space="preserve"> исполнением</w:t>
      </w:r>
      <w:r w:rsidR="000E5F71" w:rsidRPr="004E3578">
        <w:rPr>
          <w:rFonts w:ascii="Times New Roman" w:hAnsi="Times New Roman"/>
          <w:color w:val="000000"/>
          <w:sz w:val="28"/>
          <w:szCs w:val="28"/>
        </w:rPr>
        <w:t xml:space="preserve"> настоящего</w:t>
      </w:r>
      <w:r w:rsidR="007D2FAD" w:rsidRPr="004E35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7677" w:rsidRPr="004E3578">
        <w:rPr>
          <w:rFonts w:ascii="Times New Roman" w:hAnsi="Times New Roman"/>
          <w:color w:val="000000"/>
          <w:sz w:val="28"/>
          <w:szCs w:val="28"/>
        </w:rPr>
        <w:t>постановления оставляю за собой</w:t>
      </w:r>
      <w:r w:rsidR="007D2FAD" w:rsidRPr="004E3578">
        <w:rPr>
          <w:rFonts w:ascii="Times New Roman" w:hAnsi="Times New Roman"/>
          <w:color w:val="000000"/>
          <w:sz w:val="28"/>
          <w:szCs w:val="28"/>
        </w:rPr>
        <w:t>.</w:t>
      </w:r>
    </w:p>
    <w:p w:rsidR="00AE2DE7" w:rsidRDefault="00AE2DE7" w:rsidP="00B928D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E2DE7" w:rsidRPr="004E3578" w:rsidRDefault="00AE2DE7" w:rsidP="00B928D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5401"/>
        <w:gridCol w:w="2238"/>
        <w:gridCol w:w="2215"/>
      </w:tblGrid>
      <w:tr w:rsidR="00B928DD" w:rsidRPr="004E3578" w:rsidTr="0093242A">
        <w:tc>
          <w:tcPr>
            <w:tcW w:w="5401" w:type="dxa"/>
            <w:shd w:val="clear" w:color="auto" w:fill="auto"/>
          </w:tcPr>
          <w:p w:rsidR="00B928DD" w:rsidRPr="004E3578" w:rsidRDefault="0093242A" w:rsidP="003733A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Дегтяренского</w:t>
            </w:r>
            <w:r w:rsidR="00B928DD" w:rsidRPr="004E35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38" w:type="dxa"/>
            <w:shd w:val="clear" w:color="auto" w:fill="auto"/>
          </w:tcPr>
          <w:p w:rsidR="00B928DD" w:rsidRPr="004E3578" w:rsidRDefault="00B928DD" w:rsidP="003733A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15" w:type="dxa"/>
            <w:shd w:val="clear" w:color="auto" w:fill="auto"/>
          </w:tcPr>
          <w:p w:rsidR="00B928DD" w:rsidRPr="004E3578" w:rsidRDefault="00410F73" w:rsidP="00410F7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С.И.Савченко</w:t>
            </w:r>
            <w:proofErr w:type="spellEnd"/>
          </w:p>
          <w:p w:rsidR="00B928DD" w:rsidRPr="004E3578" w:rsidRDefault="00B928DD" w:rsidP="003733A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B928DD" w:rsidRPr="004E3578" w:rsidRDefault="00B928DD" w:rsidP="00B928D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  <w:lang w:val="en-US"/>
        </w:rPr>
      </w:pPr>
    </w:p>
    <w:sectPr w:rsidR="00B928DD" w:rsidRPr="004E3578" w:rsidSect="00B928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D24" w:rsidRDefault="00257D24">
      <w:r>
        <w:separator/>
      </w:r>
    </w:p>
  </w:endnote>
  <w:endnote w:type="continuationSeparator" w:id="0">
    <w:p w:rsidR="00257D24" w:rsidRDefault="0025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8DD" w:rsidRDefault="00B928D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8DD" w:rsidRDefault="00B928D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8DD" w:rsidRDefault="00B928D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D24" w:rsidRDefault="00257D24">
      <w:r>
        <w:separator/>
      </w:r>
    </w:p>
  </w:footnote>
  <w:footnote w:type="continuationSeparator" w:id="0">
    <w:p w:rsidR="00257D24" w:rsidRDefault="00257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8DD" w:rsidRDefault="00B928D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8DD" w:rsidRPr="00E74BEE" w:rsidRDefault="00B928DD">
    <w:pPr>
      <w:pStyle w:val="a4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8DD" w:rsidRDefault="00B928D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AD"/>
    <w:rsid w:val="000010B1"/>
    <w:rsid w:val="00006E26"/>
    <w:rsid w:val="00010A8F"/>
    <w:rsid w:val="00012365"/>
    <w:rsid w:val="00036258"/>
    <w:rsid w:val="0006021C"/>
    <w:rsid w:val="00074AC4"/>
    <w:rsid w:val="00092B2E"/>
    <w:rsid w:val="000B5A63"/>
    <w:rsid w:val="000C73A4"/>
    <w:rsid w:val="000E37C0"/>
    <w:rsid w:val="000E5F71"/>
    <w:rsid w:val="001060B8"/>
    <w:rsid w:val="00113D2C"/>
    <w:rsid w:val="00120F7D"/>
    <w:rsid w:val="00165922"/>
    <w:rsid w:val="001A0072"/>
    <w:rsid w:val="001B70E2"/>
    <w:rsid w:val="00201247"/>
    <w:rsid w:val="0020339A"/>
    <w:rsid w:val="00213EF6"/>
    <w:rsid w:val="00216046"/>
    <w:rsid w:val="00226E27"/>
    <w:rsid w:val="00245F34"/>
    <w:rsid w:val="00251258"/>
    <w:rsid w:val="00257D24"/>
    <w:rsid w:val="00261EF1"/>
    <w:rsid w:val="00265769"/>
    <w:rsid w:val="00270363"/>
    <w:rsid w:val="00290353"/>
    <w:rsid w:val="002905C3"/>
    <w:rsid w:val="00297B74"/>
    <w:rsid w:val="002A126C"/>
    <w:rsid w:val="002D2680"/>
    <w:rsid w:val="002E74F2"/>
    <w:rsid w:val="002F0ABC"/>
    <w:rsid w:val="0030416B"/>
    <w:rsid w:val="00323112"/>
    <w:rsid w:val="00327677"/>
    <w:rsid w:val="00354427"/>
    <w:rsid w:val="003733AB"/>
    <w:rsid w:val="00391CBF"/>
    <w:rsid w:val="003D3CFC"/>
    <w:rsid w:val="003E31C1"/>
    <w:rsid w:val="003E6D03"/>
    <w:rsid w:val="003E7A5F"/>
    <w:rsid w:val="003F0258"/>
    <w:rsid w:val="00407866"/>
    <w:rsid w:val="00410F73"/>
    <w:rsid w:val="004124CE"/>
    <w:rsid w:val="004222BB"/>
    <w:rsid w:val="00440CDF"/>
    <w:rsid w:val="00451D13"/>
    <w:rsid w:val="00473B33"/>
    <w:rsid w:val="004946E1"/>
    <w:rsid w:val="004A25A1"/>
    <w:rsid w:val="004A3393"/>
    <w:rsid w:val="004A5C1F"/>
    <w:rsid w:val="004B1F46"/>
    <w:rsid w:val="004C0507"/>
    <w:rsid w:val="004C3F75"/>
    <w:rsid w:val="004C40B9"/>
    <w:rsid w:val="004D1FAA"/>
    <w:rsid w:val="004D7C61"/>
    <w:rsid w:val="004E3578"/>
    <w:rsid w:val="004E5F81"/>
    <w:rsid w:val="004E6B0E"/>
    <w:rsid w:val="004F5748"/>
    <w:rsid w:val="004F67B1"/>
    <w:rsid w:val="005019B6"/>
    <w:rsid w:val="00514583"/>
    <w:rsid w:val="00522BC5"/>
    <w:rsid w:val="00524FC7"/>
    <w:rsid w:val="00531AC5"/>
    <w:rsid w:val="005324CA"/>
    <w:rsid w:val="0054087E"/>
    <w:rsid w:val="00552C20"/>
    <w:rsid w:val="005543C0"/>
    <w:rsid w:val="005545AF"/>
    <w:rsid w:val="00576285"/>
    <w:rsid w:val="00580D46"/>
    <w:rsid w:val="0058360D"/>
    <w:rsid w:val="005837BA"/>
    <w:rsid w:val="00592E52"/>
    <w:rsid w:val="0059706E"/>
    <w:rsid w:val="005A1286"/>
    <w:rsid w:val="005B0F09"/>
    <w:rsid w:val="005B6943"/>
    <w:rsid w:val="005C72B6"/>
    <w:rsid w:val="005E2943"/>
    <w:rsid w:val="00614CED"/>
    <w:rsid w:val="006174D4"/>
    <w:rsid w:val="00636DE2"/>
    <w:rsid w:val="00667E3E"/>
    <w:rsid w:val="006706A0"/>
    <w:rsid w:val="006A5600"/>
    <w:rsid w:val="00701E38"/>
    <w:rsid w:val="00704F8E"/>
    <w:rsid w:val="00705374"/>
    <w:rsid w:val="0071122B"/>
    <w:rsid w:val="007136B8"/>
    <w:rsid w:val="00724649"/>
    <w:rsid w:val="00730D3A"/>
    <w:rsid w:val="0073216E"/>
    <w:rsid w:val="00734C3E"/>
    <w:rsid w:val="00746195"/>
    <w:rsid w:val="00747880"/>
    <w:rsid w:val="00756028"/>
    <w:rsid w:val="00766D59"/>
    <w:rsid w:val="0077592D"/>
    <w:rsid w:val="007A05E0"/>
    <w:rsid w:val="007B0C66"/>
    <w:rsid w:val="007C6450"/>
    <w:rsid w:val="007D2FAD"/>
    <w:rsid w:val="007D5494"/>
    <w:rsid w:val="007D573A"/>
    <w:rsid w:val="007E1D9F"/>
    <w:rsid w:val="00804F1C"/>
    <w:rsid w:val="0081744D"/>
    <w:rsid w:val="0082322F"/>
    <w:rsid w:val="00835B36"/>
    <w:rsid w:val="00840B07"/>
    <w:rsid w:val="0084263D"/>
    <w:rsid w:val="00855B34"/>
    <w:rsid w:val="00867DCD"/>
    <w:rsid w:val="008873BB"/>
    <w:rsid w:val="008A0ED3"/>
    <w:rsid w:val="008A1D93"/>
    <w:rsid w:val="008D2005"/>
    <w:rsid w:val="008D5A15"/>
    <w:rsid w:val="008D5B0A"/>
    <w:rsid w:val="00906888"/>
    <w:rsid w:val="00924909"/>
    <w:rsid w:val="0093242A"/>
    <w:rsid w:val="00937AC6"/>
    <w:rsid w:val="009625C2"/>
    <w:rsid w:val="00985987"/>
    <w:rsid w:val="00992BCF"/>
    <w:rsid w:val="009957A2"/>
    <w:rsid w:val="00995A50"/>
    <w:rsid w:val="009A330D"/>
    <w:rsid w:val="009C4904"/>
    <w:rsid w:val="009E3C40"/>
    <w:rsid w:val="009F2CC5"/>
    <w:rsid w:val="00A0339C"/>
    <w:rsid w:val="00A1782A"/>
    <w:rsid w:val="00A26E14"/>
    <w:rsid w:val="00A74BFD"/>
    <w:rsid w:val="00A963F0"/>
    <w:rsid w:val="00AE0AE0"/>
    <w:rsid w:val="00AE2DE7"/>
    <w:rsid w:val="00AF5AA8"/>
    <w:rsid w:val="00B0253A"/>
    <w:rsid w:val="00B1439C"/>
    <w:rsid w:val="00B1557D"/>
    <w:rsid w:val="00B173FD"/>
    <w:rsid w:val="00B22C96"/>
    <w:rsid w:val="00B2526A"/>
    <w:rsid w:val="00B451F1"/>
    <w:rsid w:val="00B54D41"/>
    <w:rsid w:val="00B6732A"/>
    <w:rsid w:val="00B832EE"/>
    <w:rsid w:val="00B928DD"/>
    <w:rsid w:val="00B96507"/>
    <w:rsid w:val="00BB023F"/>
    <w:rsid w:val="00BC10EF"/>
    <w:rsid w:val="00BC1F52"/>
    <w:rsid w:val="00BE0478"/>
    <w:rsid w:val="00BE3226"/>
    <w:rsid w:val="00BE6AD8"/>
    <w:rsid w:val="00BE7F0B"/>
    <w:rsid w:val="00BF3930"/>
    <w:rsid w:val="00BF7350"/>
    <w:rsid w:val="00C0719B"/>
    <w:rsid w:val="00C22516"/>
    <w:rsid w:val="00C30640"/>
    <w:rsid w:val="00C62AFE"/>
    <w:rsid w:val="00C81D05"/>
    <w:rsid w:val="00C85C56"/>
    <w:rsid w:val="00CA5D58"/>
    <w:rsid w:val="00CB335A"/>
    <w:rsid w:val="00CB5935"/>
    <w:rsid w:val="00CC5C9D"/>
    <w:rsid w:val="00CD5241"/>
    <w:rsid w:val="00CD5374"/>
    <w:rsid w:val="00CE5CF3"/>
    <w:rsid w:val="00D03E1A"/>
    <w:rsid w:val="00D16BCC"/>
    <w:rsid w:val="00D409D5"/>
    <w:rsid w:val="00D5395F"/>
    <w:rsid w:val="00D5754B"/>
    <w:rsid w:val="00D63ECB"/>
    <w:rsid w:val="00D8652F"/>
    <w:rsid w:val="00D8668E"/>
    <w:rsid w:val="00DA1E9D"/>
    <w:rsid w:val="00DA55D6"/>
    <w:rsid w:val="00DA72E5"/>
    <w:rsid w:val="00DB7D8B"/>
    <w:rsid w:val="00DC1595"/>
    <w:rsid w:val="00E749C6"/>
    <w:rsid w:val="00E74BEE"/>
    <w:rsid w:val="00E833E0"/>
    <w:rsid w:val="00EA031B"/>
    <w:rsid w:val="00EB4B43"/>
    <w:rsid w:val="00EB7AE6"/>
    <w:rsid w:val="00ED124F"/>
    <w:rsid w:val="00ED16F5"/>
    <w:rsid w:val="00EE0B89"/>
    <w:rsid w:val="00F013F9"/>
    <w:rsid w:val="00F01A3B"/>
    <w:rsid w:val="00F0428E"/>
    <w:rsid w:val="00F21031"/>
    <w:rsid w:val="00F53733"/>
    <w:rsid w:val="00F70FF1"/>
    <w:rsid w:val="00F9627F"/>
    <w:rsid w:val="00FA2101"/>
    <w:rsid w:val="00FB1884"/>
    <w:rsid w:val="00FC7D1C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B1F4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B1F4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B1F4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B1F4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B1F4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B1F46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locked/>
    <w:rsid w:val="007D2FA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7D2FAD"/>
    <w:rPr>
      <w:rFonts w:ascii="Arial" w:hAnsi="Arial" w:cs="Arial"/>
      <w:b/>
      <w:bCs/>
      <w:iCs/>
      <w:sz w:val="30"/>
      <w:szCs w:val="28"/>
    </w:rPr>
  </w:style>
  <w:style w:type="paragraph" w:customStyle="1" w:styleId="ConsPlusTitle">
    <w:name w:val="ConsPlusTitle"/>
    <w:rsid w:val="007D2FAD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character" w:customStyle="1" w:styleId="ConsPlusNormal">
    <w:name w:val="ConsPlusNormal Знак"/>
    <w:link w:val="ConsPlusNormal0"/>
    <w:locked/>
    <w:rsid w:val="007D2FAD"/>
    <w:rPr>
      <w:rFonts w:ascii="Arial" w:eastAsia="Calibri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rsid w:val="007D2FAD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 w:val="22"/>
      <w:szCs w:val="22"/>
    </w:rPr>
  </w:style>
  <w:style w:type="paragraph" w:styleId="a4">
    <w:name w:val="header"/>
    <w:basedOn w:val="a"/>
    <w:link w:val="a5"/>
    <w:rsid w:val="00766D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766D59"/>
    <w:rPr>
      <w:sz w:val="28"/>
      <w:szCs w:val="22"/>
      <w:lang w:val="ru-RU" w:eastAsia="en-US" w:bidi="ar-SA"/>
    </w:rPr>
  </w:style>
  <w:style w:type="paragraph" w:styleId="a6">
    <w:name w:val="footer"/>
    <w:basedOn w:val="a"/>
    <w:rsid w:val="004A3393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A55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DA55D6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aliases w:val="!Главы документа Знак"/>
    <w:link w:val="3"/>
    <w:rsid w:val="00B928D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928D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B1F46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4B1F46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rsid w:val="00B928D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B1F4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b">
    <w:name w:val="Table Grid"/>
    <w:basedOn w:val="a1"/>
    <w:rsid w:val="00B9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4B1F4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B1F4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B1F46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B1F4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B1F4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B1F4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B1F4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B1F4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B1F46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locked/>
    <w:rsid w:val="007D2FA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7D2FAD"/>
    <w:rPr>
      <w:rFonts w:ascii="Arial" w:hAnsi="Arial" w:cs="Arial"/>
      <w:b/>
      <w:bCs/>
      <w:iCs/>
      <w:sz w:val="30"/>
      <w:szCs w:val="28"/>
    </w:rPr>
  </w:style>
  <w:style w:type="paragraph" w:customStyle="1" w:styleId="ConsPlusTitle">
    <w:name w:val="ConsPlusTitle"/>
    <w:rsid w:val="007D2FAD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character" w:customStyle="1" w:styleId="ConsPlusNormal">
    <w:name w:val="ConsPlusNormal Знак"/>
    <w:link w:val="ConsPlusNormal0"/>
    <w:locked/>
    <w:rsid w:val="007D2FAD"/>
    <w:rPr>
      <w:rFonts w:ascii="Arial" w:eastAsia="Calibri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rsid w:val="007D2FAD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 w:val="22"/>
      <w:szCs w:val="22"/>
    </w:rPr>
  </w:style>
  <w:style w:type="paragraph" w:styleId="a4">
    <w:name w:val="header"/>
    <w:basedOn w:val="a"/>
    <w:link w:val="a5"/>
    <w:rsid w:val="00766D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766D59"/>
    <w:rPr>
      <w:sz w:val="28"/>
      <w:szCs w:val="22"/>
      <w:lang w:val="ru-RU" w:eastAsia="en-US" w:bidi="ar-SA"/>
    </w:rPr>
  </w:style>
  <w:style w:type="paragraph" w:styleId="a6">
    <w:name w:val="footer"/>
    <w:basedOn w:val="a"/>
    <w:rsid w:val="004A3393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A55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DA55D6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aliases w:val="!Главы документа Знак"/>
    <w:link w:val="3"/>
    <w:rsid w:val="00B928D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928D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B1F46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4B1F46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rsid w:val="00B928D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B1F4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b">
    <w:name w:val="Table Grid"/>
    <w:basedOn w:val="a1"/>
    <w:rsid w:val="00B9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4B1F4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B1F4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B1F46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1B63E-0514-49FF-888C-65C2C9B35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2</cp:revision>
  <cp:lastPrinted>2018-11-13T06:38:00Z</cp:lastPrinted>
  <dcterms:created xsi:type="dcterms:W3CDTF">2019-01-16T06:45:00Z</dcterms:created>
  <dcterms:modified xsi:type="dcterms:W3CDTF">2019-01-16T06:45:00Z</dcterms:modified>
</cp:coreProperties>
</file>